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86A" w:rsidRDefault="00FF086A" w:rsidP="009932E2">
      <w:pPr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2" o:spid="_x0000_s1026" type="#_x0000_t75" alt="http://www.tobb.org.tr/tobbhakkinda/logob.jpg" style="position:absolute;left:0;text-align:left;margin-left:183.4pt;margin-top:-19.75pt;width:77.25pt;height:77.25pt;z-index:251658240;visibility:visible">
            <v:imagedata r:id="rId4" r:href="rId5"/>
          </v:shape>
        </w:pict>
      </w:r>
    </w:p>
    <w:p w:rsidR="00FF086A" w:rsidRDefault="00FF086A" w:rsidP="009932E2">
      <w:pPr>
        <w:jc w:val="center"/>
        <w:rPr>
          <w:b/>
          <w:bCs/>
          <w:sz w:val="32"/>
          <w:szCs w:val="32"/>
        </w:rPr>
      </w:pPr>
    </w:p>
    <w:p w:rsidR="00FF086A" w:rsidRDefault="00FF086A" w:rsidP="009932E2">
      <w:pPr>
        <w:jc w:val="center"/>
        <w:rPr>
          <w:b/>
          <w:bCs/>
          <w:sz w:val="32"/>
          <w:szCs w:val="32"/>
        </w:rPr>
      </w:pPr>
    </w:p>
    <w:p w:rsidR="00FF086A" w:rsidRDefault="00FF086A" w:rsidP="009932E2">
      <w:pPr>
        <w:jc w:val="center"/>
        <w:rPr>
          <w:b/>
          <w:bCs/>
          <w:sz w:val="32"/>
          <w:szCs w:val="32"/>
        </w:rPr>
      </w:pPr>
    </w:p>
    <w:p w:rsidR="00FF086A" w:rsidRPr="00C67214" w:rsidRDefault="00FF086A" w:rsidP="009932E2">
      <w:pPr>
        <w:jc w:val="center"/>
        <w:rPr>
          <w:b/>
          <w:bCs/>
          <w:sz w:val="32"/>
          <w:szCs w:val="32"/>
        </w:rPr>
      </w:pPr>
      <w:r w:rsidRPr="00C67214">
        <w:rPr>
          <w:b/>
          <w:bCs/>
          <w:sz w:val="32"/>
          <w:szCs w:val="32"/>
        </w:rPr>
        <w:t>Türkiye-Almanya İstisna Akdi Anlaşması Toplantısı</w:t>
      </w:r>
    </w:p>
    <w:p w:rsidR="00FF086A" w:rsidRPr="00C67214" w:rsidRDefault="00FF086A" w:rsidP="009932E2">
      <w:pPr>
        <w:jc w:val="center"/>
        <w:rPr>
          <w:b/>
          <w:bCs/>
        </w:rPr>
      </w:pPr>
      <w:r w:rsidRPr="00C67214">
        <w:rPr>
          <w:b/>
          <w:bCs/>
        </w:rPr>
        <w:t>13 Kasım 2014</w:t>
      </w:r>
    </w:p>
    <w:p w:rsidR="00FF086A" w:rsidRPr="00C67214" w:rsidRDefault="00FF086A" w:rsidP="009932E2">
      <w:pPr>
        <w:jc w:val="center"/>
        <w:rPr>
          <w:b/>
          <w:bCs/>
        </w:rPr>
      </w:pPr>
      <w:r w:rsidRPr="00C67214">
        <w:rPr>
          <w:b/>
          <w:bCs/>
        </w:rPr>
        <w:t>TOBB İkiz Kuleler</w:t>
      </w:r>
    </w:p>
    <w:p w:rsidR="00FF086A" w:rsidRPr="00C67214" w:rsidRDefault="00FF086A" w:rsidP="009932E2">
      <w:pPr>
        <w:jc w:val="both"/>
      </w:pPr>
    </w:p>
    <w:p w:rsidR="00FF086A" w:rsidRPr="00C67214" w:rsidRDefault="00FF086A" w:rsidP="009932E2">
      <w:pPr>
        <w:jc w:val="both"/>
      </w:pPr>
    </w:p>
    <w:p w:rsidR="00FF086A" w:rsidRPr="00C67214" w:rsidRDefault="00FF086A" w:rsidP="005C2232">
      <w:pPr>
        <w:jc w:val="center"/>
        <w:rPr>
          <w:b/>
          <w:bCs/>
          <w:color w:val="000000"/>
        </w:rPr>
      </w:pPr>
      <w:r w:rsidRPr="00C67214">
        <w:rPr>
          <w:b/>
          <w:bCs/>
          <w:color w:val="000000"/>
        </w:rPr>
        <w:t>KATILIM FORMU</w:t>
      </w:r>
    </w:p>
    <w:p w:rsidR="00FF086A" w:rsidRPr="00C67214" w:rsidRDefault="00FF086A" w:rsidP="005C2232"/>
    <w:p w:rsidR="00FF086A" w:rsidRDefault="00FF086A" w:rsidP="005C2232"/>
    <w:p w:rsidR="00FF086A" w:rsidRPr="00C67214" w:rsidRDefault="00FF086A" w:rsidP="005C2232"/>
    <w:p w:rsidR="00FF086A" w:rsidRPr="00C67214" w:rsidRDefault="00FF086A" w:rsidP="005C2232">
      <w:r w:rsidRPr="00C67214">
        <w:rPr>
          <w:b/>
          <w:bCs/>
        </w:rPr>
        <w:t xml:space="preserve">Adres: </w:t>
      </w:r>
      <w:r w:rsidRPr="00C67214">
        <w:t xml:space="preserve">Türkiye Odalar ve Borsalar Birliği, Sosyal Tesisler, G4 Giriş Kapısı </w:t>
      </w:r>
    </w:p>
    <w:p w:rsidR="00FF086A" w:rsidRPr="00C67214" w:rsidRDefault="00FF086A" w:rsidP="005C2232">
      <w:r w:rsidRPr="00C67214">
        <w:t xml:space="preserve">            Dumlupınar Bulvarı No. 252 (Eskişehir Yolu 9. Km), 06530 ANKARA</w:t>
      </w:r>
    </w:p>
    <w:p w:rsidR="00FF086A" w:rsidRPr="00C67214" w:rsidRDefault="00FF086A" w:rsidP="005C2232"/>
    <w:p w:rsidR="00FF086A" w:rsidRDefault="00FF086A" w:rsidP="005C2232"/>
    <w:p w:rsidR="00FF086A" w:rsidRPr="00C67214" w:rsidRDefault="00FF086A" w:rsidP="005C2232"/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7119"/>
      </w:tblGrid>
      <w:tr w:rsidR="00FF086A" w:rsidRPr="00C67214">
        <w:tc>
          <w:tcPr>
            <w:tcW w:w="2093" w:type="dxa"/>
          </w:tcPr>
          <w:p w:rsidR="00FF086A" w:rsidRPr="00C67214" w:rsidRDefault="00FF086A" w:rsidP="00FB31CD">
            <w:pPr>
              <w:jc w:val="right"/>
            </w:pPr>
            <w:r w:rsidRPr="00C67214">
              <w:t>Ad Soyad :</w:t>
            </w:r>
          </w:p>
          <w:p w:rsidR="00FF086A" w:rsidRPr="00C67214" w:rsidRDefault="00FF086A" w:rsidP="00FB31CD">
            <w:pPr>
              <w:jc w:val="right"/>
            </w:pPr>
          </w:p>
        </w:tc>
        <w:tc>
          <w:tcPr>
            <w:tcW w:w="7119" w:type="dxa"/>
          </w:tcPr>
          <w:p w:rsidR="00FF086A" w:rsidRPr="00C67214" w:rsidRDefault="00FF086A" w:rsidP="00FB31CD"/>
          <w:p w:rsidR="00FF086A" w:rsidRPr="00C67214" w:rsidRDefault="00FF086A" w:rsidP="00FB31CD"/>
        </w:tc>
      </w:tr>
      <w:tr w:rsidR="00FF086A" w:rsidRPr="00C67214">
        <w:tc>
          <w:tcPr>
            <w:tcW w:w="2093" w:type="dxa"/>
          </w:tcPr>
          <w:p w:rsidR="00FF086A" w:rsidRPr="00C67214" w:rsidRDefault="00FF086A" w:rsidP="00FB31CD">
            <w:pPr>
              <w:jc w:val="right"/>
            </w:pPr>
            <w:r w:rsidRPr="00C67214">
              <w:t>Ünvan :</w:t>
            </w:r>
          </w:p>
          <w:p w:rsidR="00FF086A" w:rsidRPr="00C67214" w:rsidRDefault="00FF086A" w:rsidP="00FB31CD">
            <w:pPr>
              <w:jc w:val="right"/>
            </w:pPr>
          </w:p>
        </w:tc>
        <w:tc>
          <w:tcPr>
            <w:tcW w:w="7119" w:type="dxa"/>
          </w:tcPr>
          <w:p w:rsidR="00FF086A" w:rsidRPr="00C67214" w:rsidRDefault="00FF086A" w:rsidP="00FB31CD"/>
          <w:p w:rsidR="00FF086A" w:rsidRPr="00C67214" w:rsidRDefault="00FF086A" w:rsidP="00FB31CD"/>
        </w:tc>
      </w:tr>
      <w:tr w:rsidR="00FF086A" w:rsidRPr="00C67214">
        <w:tc>
          <w:tcPr>
            <w:tcW w:w="2093" w:type="dxa"/>
          </w:tcPr>
          <w:p w:rsidR="00FF086A" w:rsidRPr="00C67214" w:rsidRDefault="00FF086A" w:rsidP="00FB31CD">
            <w:pPr>
              <w:jc w:val="right"/>
            </w:pPr>
            <w:r w:rsidRPr="00C67214">
              <w:t>Firma :</w:t>
            </w:r>
          </w:p>
          <w:p w:rsidR="00FF086A" w:rsidRPr="00C67214" w:rsidRDefault="00FF086A" w:rsidP="00FB31CD">
            <w:pPr>
              <w:jc w:val="right"/>
            </w:pPr>
          </w:p>
        </w:tc>
        <w:tc>
          <w:tcPr>
            <w:tcW w:w="7119" w:type="dxa"/>
          </w:tcPr>
          <w:p w:rsidR="00FF086A" w:rsidRPr="00C67214" w:rsidRDefault="00FF086A" w:rsidP="00FB31CD"/>
          <w:p w:rsidR="00FF086A" w:rsidRPr="00C67214" w:rsidRDefault="00FF086A" w:rsidP="00FB31CD"/>
        </w:tc>
      </w:tr>
      <w:tr w:rsidR="00FF086A" w:rsidRPr="00C67214">
        <w:tc>
          <w:tcPr>
            <w:tcW w:w="2093" w:type="dxa"/>
          </w:tcPr>
          <w:p w:rsidR="00FF086A" w:rsidRPr="00C67214" w:rsidRDefault="00FF086A" w:rsidP="00FB31CD">
            <w:pPr>
              <w:jc w:val="right"/>
            </w:pPr>
            <w:r>
              <w:t>Sektör</w:t>
            </w:r>
            <w:r w:rsidRPr="00C67214">
              <w:t xml:space="preserve"> :</w:t>
            </w:r>
          </w:p>
          <w:p w:rsidR="00FF086A" w:rsidRPr="00C67214" w:rsidRDefault="00FF086A" w:rsidP="00FB31CD">
            <w:pPr>
              <w:jc w:val="right"/>
            </w:pPr>
          </w:p>
        </w:tc>
        <w:tc>
          <w:tcPr>
            <w:tcW w:w="7119" w:type="dxa"/>
          </w:tcPr>
          <w:p w:rsidR="00FF086A" w:rsidRPr="00C67214" w:rsidRDefault="00FF086A" w:rsidP="00FB31CD"/>
          <w:p w:rsidR="00FF086A" w:rsidRPr="00C67214" w:rsidRDefault="00FF086A" w:rsidP="00FB31CD"/>
        </w:tc>
      </w:tr>
      <w:tr w:rsidR="00FF086A" w:rsidRPr="00C67214">
        <w:tc>
          <w:tcPr>
            <w:tcW w:w="2093" w:type="dxa"/>
          </w:tcPr>
          <w:p w:rsidR="00FF086A" w:rsidRPr="00C67214" w:rsidRDefault="00FF086A" w:rsidP="00FB31CD">
            <w:pPr>
              <w:jc w:val="right"/>
            </w:pPr>
            <w:r w:rsidRPr="00C67214">
              <w:t>E-posta:</w:t>
            </w:r>
          </w:p>
          <w:p w:rsidR="00FF086A" w:rsidRPr="00C67214" w:rsidRDefault="00FF086A" w:rsidP="00FB31CD">
            <w:pPr>
              <w:jc w:val="right"/>
            </w:pPr>
          </w:p>
        </w:tc>
        <w:tc>
          <w:tcPr>
            <w:tcW w:w="7119" w:type="dxa"/>
          </w:tcPr>
          <w:p w:rsidR="00FF086A" w:rsidRPr="00C67214" w:rsidRDefault="00FF086A" w:rsidP="00FB31CD"/>
          <w:p w:rsidR="00FF086A" w:rsidRPr="00C67214" w:rsidRDefault="00FF086A" w:rsidP="00FB31CD"/>
        </w:tc>
      </w:tr>
      <w:tr w:rsidR="00FF086A" w:rsidRPr="00C67214">
        <w:tc>
          <w:tcPr>
            <w:tcW w:w="2093" w:type="dxa"/>
          </w:tcPr>
          <w:p w:rsidR="00FF086A" w:rsidRPr="00C67214" w:rsidRDefault="00FF086A" w:rsidP="00FB31CD">
            <w:pPr>
              <w:jc w:val="right"/>
            </w:pPr>
            <w:r w:rsidRPr="00C67214">
              <w:t>Cep telefonu :</w:t>
            </w:r>
          </w:p>
          <w:p w:rsidR="00FF086A" w:rsidRPr="00C67214" w:rsidRDefault="00FF086A" w:rsidP="00FB31CD">
            <w:pPr>
              <w:jc w:val="right"/>
            </w:pPr>
          </w:p>
        </w:tc>
        <w:tc>
          <w:tcPr>
            <w:tcW w:w="7119" w:type="dxa"/>
          </w:tcPr>
          <w:p w:rsidR="00FF086A" w:rsidRPr="00C67214" w:rsidRDefault="00FF086A" w:rsidP="00FB31CD"/>
          <w:p w:rsidR="00FF086A" w:rsidRPr="00C67214" w:rsidRDefault="00FF086A" w:rsidP="00FB31CD"/>
        </w:tc>
      </w:tr>
    </w:tbl>
    <w:p w:rsidR="00FF086A" w:rsidRDefault="00FF086A" w:rsidP="005C2232"/>
    <w:p w:rsidR="00FF086A" w:rsidRDefault="00FF086A" w:rsidP="005C2232"/>
    <w:p w:rsidR="00FF086A" w:rsidRDefault="00FF086A" w:rsidP="009932E2">
      <w:pPr>
        <w:ind w:left="2124" w:hanging="2124"/>
        <w:jc w:val="both"/>
      </w:pPr>
    </w:p>
    <w:p w:rsidR="00FF086A" w:rsidRDefault="00FF086A" w:rsidP="009932E2">
      <w:pPr>
        <w:ind w:left="2124" w:hanging="2124"/>
      </w:pPr>
    </w:p>
    <w:p w:rsidR="00FF086A" w:rsidRDefault="00FF086A" w:rsidP="009932E2">
      <w:pPr>
        <w:ind w:left="2124" w:hanging="2124"/>
      </w:pPr>
    </w:p>
    <w:p w:rsidR="00FF086A" w:rsidRPr="00C25F1B" w:rsidRDefault="00FF086A" w:rsidP="009932E2">
      <w:pPr>
        <w:ind w:firstLine="3"/>
        <w:jc w:val="both"/>
        <w:rPr>
          <w:i/>
          <w:iCs/>
        </w:rPr>
      </w:pPr>
      <w:r>
        <w:rPr>
          <w:i/>
          <w:iCs/>
        </w:rPr>
        <w:t>LCV:</w:t>
      </w:r>
      <w:r w:rsidRPr="009932E2">
        <w:rPr>
          <w:i/>
          <w:iCs/>
        </w:rPr>
        <w:t xml:space="preserve"> </w:t>
      </w:r>
      <w:hyperlink r:id="rId6" w:history="1">
        <w:r w:rsidRPr="00CB3330">
          <w:rPr>
            <w:rStyle w:val="Hyperlink"/>
            <w:i/>
            <w:iCs/>
          </w:rPr>
          <w:t>duygu.delikanli@tobb.org.tr</w:t>
        </w:r>
      </w:hyperlink>
      <w:r>
        <w:rPr>
          <w:i/>
          <w:iCs/>
        </w:rPr>
        <w:t xml:space="preserve"> </w:t>
      </w:r>
    </w:p>
    <w:p w:rsidR="00FF086A" w:rsidRDefault="00FF086A"/>
    <w:p w:rsidR="00FF086A" w:rsidRDefault="00FF086A"/>
    <w:p w:rsidR="00FF086A" w:rsidRDefault="00FF086A"/>
    <w:p w:rsidR="00FF086A" w:rsidRDefault="00FF086A"/>
    <w:p w:rsidR="00FF086A" w:rsidRDefault="00FF086A"/>
    <w:sectPr w:rsidR="00FF086A" w:rsidSect="003B4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32E2"/>
    <w:rsid w:val="002B3F0C"/>
    <w:rsid w:val="003B4C88"/>
    <w:rsid w:val="005C2232"/>
    <w:rsid w:val="00806F7C"/>
    <w:rsid w:val="00875D16"/>
    <w:rsid w:val="009932E2"/>
    <w:rsid w:val="00A32B53"/>
    <w:rsid w:val="00C25F1B"/>
    <w:rsid w:val="00C67214"/>
    <w:rsid w:val="00CB3330"/>
    <w:rsid w:val="00E54918"/>
    <w:rsid w:val="00FB31CD"/>
    <w:rsid w:val="00FF0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2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932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uygu.delikanli@tobb.org.tr" TargetMode="External"/><Relationship Id="rId5" Type="http://schemas.openxmlformats.org/officeDocument/2006/relationships/image" Target="http://www.tobb.org.tr/tobbhakkinda/logob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57</Words>
  <Characters>383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tobb</dc:creator>
  <cp:keywords/>
  <dc:description/>
  <cp:lastModifiedBy>fundaa</cp:lastModifiedBy>
  <cp:revision>2</cp:revision>
  <dcterms:created xsi:type="dcterms:W3CDTF">2014-11-10T12:46:00Z</dcterms:created>
  <dcterms:modified xsi:type="dcterms:W3CDTF">2014-11-10T12:46:00Z</dcterms:modified>
</cp:coreProperties>
</file>